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EE3C06">
      <w:pPr>
        <w:pStyle w:val="Heading1"/>
      </w:pPr>
      <w:r w:rsidRPr="00742463">
        <w:t xml:space="preserve">REQUEST FOR </w:t>
      </w:r>
      <w:r w:rsidR="000F7FB4" w:rsidRPr="00742463">
        <w:t>QUOTATION</w:t>
      </w:r>
      <w:r w:rsidRPr="00742463">
        <w:br/>
        <w:t xml:space="preserve">SPECIFICATION OF </w:t>
      </w:r>
      <w:r w:rsidR="00F879D5" w:rsidRPr="00742463">
        <w:t xml:space="preserve">STANDARD </w:t>
      </w:r>
      <w:r w:rsidR="00DF7901" w:rsidRPr="00742463">
        <w:t>SERVICES</w:t>
      </w:r>
    </w:p>
    <w:p w14:paraId="002A6A00" w14:textId="739CDC41"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00EE3C06">
        <w:rPr>
          <w:lang w:val="en-GB"/>
        </w:rPr>
        <w:t xml:space="preserve"> 23-SS001-25</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24A7EEAB" w14:textId="559594FB" w:rsidR="00C44890" w:rsidRPr="00742463" w:rsidRDefault="00E22082" w:rsidP="00C44890">
      <w:pPr>
        <w:rPr>
          <w:lang w:val="en-GB"/>
        </w:rPr>
      </w:pPr>
      <w:r>
        <w:t>Computer labs are planned for the two main islands: GEHS on Nonouti Island, and SDA Kauma and ASMC on Abemama Island. The goal is to deliver all construction materials to these islands before starting the work.</w:t>
      </w:r>
    </w:p>
    <w:p w14:paraId="000280F4" w14:textId="1A2FB770" w:rsidR="00C44890" w:rsidRPr="00742463" w:rsidRDefault="002A4740" w:rsidP="00C44890">
      <w:pPr>
        <w:pStyle w:val="Heading3"/>
        <w:rPr>
          <w:rFonts w:cs="Calibri"/>
          <w:lang w:val="en-GB"/>
        </w:rPr>
      </w:pPr>
      <w:bookmarkStart w:id="5" w:name="_Toc312171709"/>
      <w:r w:rsidRPr="00742463">
        <w:rPr>
          <w:rFonts w:cs="Calibri"/>
          <w:lang w:val="en-GB"/>
        </w:rPr>
        <w:t>Requirements</w:t>
      </w:r>
    </w:p>
    <w:p w14:paraId="63B9B8A8" w14:textId="3CC15F94" w:rsidR="002A4740" w:rsidRDefault="00C44890" w:rsidP="00C44890">
      <w:pPr>
        <w:rPr>
          <w:lang w:val="en-GB"/>
        </w:rPr>
      </w:pPr>
      <w:bookmarkStart w:id="6" w:name="_Toc308102003"/>
      <w:r w:rsidRPr="00742463">
        <w:rPr>
          <w:lang w:val="en-GB"/>
        </w:rPr>
        <w:t>All supporting documentation must be in English.</w:t>
      </w:r>
    </w:p>
    <w:p w14:paraId="23AF1491" w14:textId="0960D2A9" w:rsidR="00AA731C" w:rsidRDefault="00AA731C" w:rsidP="00C44890">
      <w:r>
        <w:t xml:space="preserve">Bidders must provide a fair and transparent charter plan for delivering construction materials to Nonouti and Abemama islands. Competitive charter prices that reflect current market rates will be preferred, especially lower offers supported by a clear </w:t>
      </w:r>
      <w:proofErr w:type="gramStart"/>
      <w:r>
        <w:t>cost breakdown</w:t>
      </w:r>
      <w:proofErr w:type="gramEnd"/>
      <w:r>
        <w:t>. Details about the vessel or shipping provider, including proof of reliability, are required. A clear delivery schedule is essential to ensure timely arrival, with penalties for delays. The vessel should have enough capacity to transport materials safely and efficiently, minimizing trips. Coordination with local authorities for smooth offloading is also necessary. Lastly, bidders should explain how their charter price offers good value for money.</w:t>
      </w:r>
    </w:p>
    <w:p w14:paraId="193F9478" w14:textId="480D532D" w:rsidR="00E1666A" w:rsidRDefault="00E1666A" w:rsidP="00C44890">
      <w:r>
        <w:t>Please refer to “</w:t>
      </w:r>
      <w:r w:rsidRPr="00E1666A">
        <w:rPr>
          <w:b/>
          <w:bCs/>
        </w:rPr>
        <w:t>template 2: Instructions of submission</w:t>
      </w:r>
      <w:r>
        <w:rPr>
          <w:b/>
          <w:bCs/>
        </w:rPr>
        <w:t>”</w:t>
      </w:r>
      <w:r>
        <w:t xml:space="preserve"> and “</w:t>
      </w:r>
      <w:r w:rsidRPr="00E1666A">
        <w:rPr>
          <w:b/>
          <w:bCs/>
        </w:rPr>
        <w:t>template 5: Evaluation criteria</w:t>
      </w:r>
      <w:r>
        <w:rPr>
          <w:b/>
          <w:bCs/>
        </w:rPr>
        <w:t>”</w:t>
      </w:r>
      <w:r>
        <w:t xml:space="preserve"> for the full detailed requirements</w:t>
      </w:r>
    </w:p>
    <w:p w14:paraId="2B4D776A" w14:textId="7A1D681B" w:rsidR="003658AD" w:rsidRDefault="003658AD" w:rsidP="00C44890">
      <w:pPr>
        <w:rPr>
          <w:lang w:val="en-GB"/>
        </w:rPr>
      </w:pPr>
      <w:r>
        <w:t xml:space="preserve">For information, there are </w:t>
      </w:r>
      <w:r w:rsidRPr="003658AD">
        <w:rPr>
          <w:b/>
          <w:bCs/>
        </w:rPr>
        <w:t>annexes 1-3</w:t>
      </w:r>
      <w:r>
        <w:t xml:space="preserve"> which contain the list of materials to be delivered</w:t>
      </w: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1FAB4B7A" w14:textId="673340AB" w:rsidR="00C44890" w:rsidRDefault="00C44890" w:rsidP="00C44890">
      <w:pPr>
        <w:rPr>
          <w:lang w:val="en-GB"/>
        </w:rPr>
      </w:pPr>
      <w:r w:rsidRPr="00742463">
        <w:rPr>
          <w:highlight w:val="yellow"/>
          <w:lang w:val="en-GB"/>
        </w:rPr>
        <w:t>&lt;insert requested delivery time</w:t>
      </w:r>
      <w:r w:rsidR="00772E21" w:rsidRPr="00742463">
        <w:rPr>
          <w:highlight w:val="yellow"/>
          <w:lang w:val="en-GB"/>
        </w:rPr>
        <w:t>, if general, otherwise in the table below</w:t>
      </w:r>
      <w:r w:rsidRPr="00742463">
        <w:rPr>
          <w:highlight w:val="yellow"/>
          <w:lang w:val="en-GB"/>
        </w:rPr>
        <w:t>&gt;</w:t>
      </w:r>
    </w:p>
    <w:p w14:paraId="3444C460" w14:textId="06D5ACB7" w:rsidR="00AA731C" w:rsidRPr="00742463" w:rsidRDefault="004F25DD" w:rsidP="00C44890">
      <w:pPr>
        <w:rPr>
          <w:lang w:val="en-GB"/>
        </w:rPr>
      </w:pPr>
      <w:r>
        <w:t>The delivery of materials to the outer islands will take a total of 7 days. It includes a one-day trip to Abemama Island, followed by 2 days for offloading materials there. Then, a one-day trip to Nonouti Island will be made, with 2 days allocated for offloading on that island. Finally, the vessel will spend one day returning from Nonouti back to Tarawa.</w:t>
      </w: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W w:w="8720" w:type="dxa"/>
        <w:tblLook w:val="04A0" w:firstRow="1" w:lastRow="0" w:firstColumn="1" w:lastColumn="0" w:noHBand="0" w:noVBand="1"/>
      </w:tblPr>
      <w:tblGrid>
        <w:gridCol w:w="820"/>
        <w:gridCol w:w="1580"/>
        <w:gridCol w:w="1580"/>
        <w:gridCol w:w="1580"/>
        <w:gridCol w:w="1580"/>
        <w:gridCol w:w="1580"/>
      </w:tblGrid>
      <w:tr w:rsidR="004F25DD" w:rsidRPr="004F25DD" w14:paraId="37BBF2B9" w14:textId="77777777" w:rsidTr="004F25DD">
        <w:trPr>
          <w:trHeight w:val="672"/>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2E4A2"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Day</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1CF9FA50"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Activity</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3D049246"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Time of Day</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736C5EA5"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Vessel Name/Type</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1F77CA44"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Materials Delivered</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19762F3" w14:textId="77777777" w:rsidR="004F25DD" w:rsidRPr="004F25DD" w:rsidRDefault="004F25DD" w:rsidP="004F25DD">
            <w:pPr>
              <w:spacing w:before="0"/>
              <w:jc w:val="center"/>
              <w:rPr>
                <w:rFonts w:ascii="Calibri" w:eastAsia="Times New Roman" w:hAnsi="Calibri" w:cs="Calibri"/>
                <w:b/>
                <w:bCs/>
                <w:color w:val="000000"/>
                <w:sz w:val="22"/>
                <w:szCs w:val="22"/>
              </w:rPr>
            </w:pPr>
            <w:r w:rsidRPr="004F25DD">
              <w:rPr>
                <w:rFonts w:ascii="Calibri" w:eastAsia="Times New Roman" w:hAnsi="Calibri" w:cs="Calibri"/>
                <w:b/>
                <w:bCs/>
                <w:color w:val="000000"/>
                <w:sz w:val="22"/>
                <w:szCs w:val="22"/>
              </w:rPr>
              <w:t>Notes</w:t>
            </w:r>
          </w:p>
        </w:tc>
      </w:tr>
      <w:tr w:rsidR="004F25DD" w:rsidRPr="004F25DD" w14:paraId="64BE4997" w14:textId="77777777" w:rsidTr="004F25DD">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5B7302" w14:textId="77777777" w:rsidR="004F25DD" w:rsidRPr="004F25DD" w:rsidRDefault="004F25DD" w:rsidP="004F25DD">
            <w:pPr>
              <w:spacing w:before="0"/>
              <w:jc w:val="center"/>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0F57D85D"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81429F3"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789A11A9"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9A47E0D"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68483BA"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r>
      <w:tr w:rsidR="004F25DD" w:rsidRPr="004F25DD" w14:paraId="3FFEDC0D" w14:textId="77777777" w:rsidTr="004F25DD">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1A0995" w14:textId="77777777" w:rsidR="004F25DD" w:rsidRPr="004F25DD" w:rsidRDefault="004F25DD" w:rsidP="004F25DD">
            <w:pPr>
              <w:spacing w:before="0"/>
              <w:jc w:val="center"/>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8EE9044"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0321535A"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0876496"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52A8D82"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C839BDA"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r>
      <w:tr w:rsidR="004F25DD" w:rsidRPr="004F25DD" w14:paraId="12539FEB" w14:textId="77777777" w:rsidTr="004F25DD">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F4CC11B" w14:textId="77777777" w:rsidR="004F25DD" w:rsidRPr="004F25DD" w:rsidRDefault="004F25DD" w:rsidP="004F25DD">
            <w:pPr>
              <w:spacing w:before="0"/>
              <w:jc w:val="center"/>
              <w:rPr>
                <w:rFonts w:ascii="Calibri" w:eastAsia="Times New Roman" w:hAnsi="Calibri" w:cs="Calibri"/>
                <w:color w:val="000000"/>
                <w:sz w:val="22"/>
                <w:szCs w:val="22"/>
              </w:rPr>
            </w:pPr>
            <w:r w:rsidRPr="004F25DD">
              <w:rPr>
                <w:rFonts w:ascii="Calibri" w:eastAsia="Times New Roman" w:hAnsi="Calibri" w:cs="Calibri"/>
                <w:color w:val="000000"/>
                <w:sz w:val="22"/>
                <w:szCs w:val="22"/>
              </w:rPr>
              <w:lastRenderedPageBreak/>
              <w:t> </w:t>
            </w:r>
          </w:p>
        </w:tc>
        <w:tc>
          <w:tcPr>
            <w:tcW w:w="1580" w:type="dxa"/>
            <w:tcBorders>
              <w:top w:val="nil"/>
              <w:left w:val="nil"/>
              <w:bottom w:val="single" w:sz="4" w:space="0" w:color="auto"/>
              <w:right w:val="single" w:sz="4" w:space="0" w:color="auto"/>
            </w:tcBorders>
            <w:shd w:val="clear" w:color="auto" w:fill="auto"/>
            <w:noWrap/>
            <w:vAlign w:val="bottom"/>
            <w:hideMark/>
          </w:tcPr>
          <w:p w14:paraId="2E98EF3E"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C1EED79"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09890D88"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9D8D453"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E565DA7"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r>
      <w:tr w:rsidR="004F25DD" w:rsidRPr="004F25DD" w14:paraId="3745BCEA" w14:textId="77777777" w:rsidTr="004F25DD">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D2AC274" w14:textId="77777777" w:rsidR="004F25DD" w:rsidRPr="004F25DD" w:rsidRDefault="004F25DD" w:rsidP="004F25DD">
            <w:pPr>
              <w:spacing w:before="0"/>
              <w:jc w:val="center"/>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C72ABF0"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63B0130"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10A9509A"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A85E655"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0DE2222C" w14:textId="77777777" w:rsidR="004F25DD" w:rsidRPr="004F25DD" w:rsidRDefault="004F25DD" w:rsidP="004F25DD">
            <w:pPr>
              <w:spacing w:before="0"/>
              <w:rPr>
                <w:rFonts w:ascii="Calibri" w:eastAsia="Times New Roman" w:hAnsi="Calibri" w:cs="Calibri"/>
                <w:color w:val="000000"/>
                <w:sz w:val="22"/>
                <w:szCs w:val="22"/>
              </w:rPr>
            </w:pPr>
            <w:r w:rsidRPr="004F25DD">
              <w:rPr>
                <w:rFonts w:ascii="Calibri" w:eastAsia="Times New Roman" w:hAnsi="Calibri" w:cs="Calibri"/>
                <w:color w:val="000000"/>
                <w:sz w:val="22"/>
                <w:szCs w:val="22"/>
              </w:rPr>
              <w:t> </w:t>
            </w:r>
          </w:p>
        </w:tc>
      </w:tr>
      <w:tr w:rsidR="004971F6" w:rsidRPr="004971F6" w14:paraId="6891F78C" w14:textId="77777777" w:rsidTr="004971F6">
        <w:trPr>
          <w:trHeight w:val="672"/>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C6C63"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Day</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25E6C00C"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Activity</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20625B0A"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Time of Day</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784B4E78"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Vessel Name/Type</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7C0E4880"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Materials Delivered</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B0060E4" w14:textId="77777777" w:rsidR="004971F6" w:rsidRPr="004971F6" w:rsidRDefault="004971F6" w:rsidP="004971F6">
            <w:pPr>
              <w:spacing w:before="0"/>
              <w:jc w:val="center"/>
              <w:rPr>
                <w:rFonts w:ascii="Calibri" w:eastAsia="Times New Roman" w:hAnsi="Calibri" w:cs="Calibri"/>
                <w:b/>
                <w:bCs/>
                <w:color w:val="000000"/>
                <w:sz w:val="22"/>
                <w:szCs w:val="22"/>
              </w:rPr>
            </w:pPr>
            <w:r w:rsidRPr="004971F6">
              <w:rPr>
                <w:rFonts w:ascii="Calibri" w:eastAsia="Times New Roman" w:hAnsi="Calibri" w:cs="Calibri"/>
                <w:b/>
                <w:bCs/>
                <w:color w:val="000000"/>
                <w:sz w:val="22"/>
                <w:szCs w:val="22"/>
              </w:rPr>
              <w:t>Notes</w:t>
            </w:r>
          </w:p>
        </w:tc>
      </w:tr>
      <w:tr w:rsidR="004971F6" w:rsidRPr="004971F6" w14:paraId="0F66ED22"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D2A534"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6189296"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17BC3E0A"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BA4CC4B"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C3E17BC"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52173DF"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13DEA164"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A3F0E3"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7E5D35DD"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8E853CC"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3E3A454"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F2427F2"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191D4B4E"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5547E2EE"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E239B1"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7CC1644"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B7EF5CF"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0A8EE80"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BD27858"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45FABA0"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5836C732"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D99B14"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541F2734"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A2FE708"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ABF0263"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7CCB59B1"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03CD151"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5614410C"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84C0E6"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7E91B70"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4CE5009"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9E13385"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7F8275BD"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AEBE09A"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6AB2C0F7"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103FAD"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467B348"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955860E"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104AA12"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4AFD25FE"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CA7569D"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971F6" w:rsidRPr="004971F6" w14:paraId="68A42E19"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A1AE5A" w14:textId="77777777" w:rsidR="004971F6" w:rsidRPr="004971F6" w:rsidRDefault="004971F6" w:rsidP="004971F6">
            <w:pPr>
              <w:spacing w:before="0"/>
              <w:jc w:val="center"/>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3AA9EBD"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2398B604"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348B8CDF"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68A8238C"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14:paraId="15689837" w14:textId="77777777" w:rsidR="004971F6" w:rsidRPr="004971F6" w:rsidRDefault="004971F6" w:rsidP="004971F6">
            <w:pPr>
              <w:spacing w:before="0"/>
              <w:rPr>
                <w:rFonts w:ascii="Calibri" w:eastAsia="Times New Roman" w:hAnsi="Calibri" w:cs="Calibri"/>
                <w:color w:val="000000"/>
                <w:sz w:val="22"/>
                <w:szCs w:val="22"/>
              </w:rPr>
            </w:pPr>
            <w:r w:rsidRPr="004971F6">
              <w:rPr>
                <w:rFonts w:ascii="Calibri" w:eastAsia="Times New Roman" w:hAnsi="Calibri" w:cs="Calibri"/>
                <w:color w:val="000000"/>
                <w:sz w:val="22"/>
                <w:szCs w:val="22"/>
              </w:rPr>
              <w:t> </w:t>
            </w:r>
          </w:p>
        </w:tc>
      </w:tr>
      <w:tr w:rsidR="004F25DD" w:rsidRPr="004F25DD" w14:paraId="47E09704"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tcPr>
          <w:p w14:paraId="096D2910" w14:textId="32EF9B4F" w:rsidR="004F25DD" w:rsidRPr="004F25DD" w:rsidRDefault="004F25DD" w:rsidP="004F25DD">
            <w:pPr>
              <w:spacing w:before="0"/>
              <w:jc w:val="center"/>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3BCD0C4D" w14:textId="7207DE7F"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445DB65F" w14:textId="6A08E361"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5A2A3087" w14:textId="5F415FE6"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1F9498F7" w14:textId="3FCE0FCF"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22BD011E" w14:textId="31A270CC" w:rsidR="004F25DD" w:rsidRPr="004F25DD" w:rsidRDefault="004F25DD" w:rsidP="004F25DD">
            <w:pPr>
              <w:spacing w:before="0"/>
              <w:rPr>
                <w:rFonts w:ascii="Calibri" w:eastAsia="Times New Roman" w:hAnsi="Calibri" w:cs="Calibri"/>
                <w:color w:val="000000"/>
                <w:sz w:val="22"/>
                <w:szCs w:val="22"/>
              </w:rPr>
            </w:pPr>
          </w:p>
        </w:tc>
      </w:tr>
      <w:tr w:rsidR="004F25DD" w:rsidRPr="004F25DD" w14:paraId="03D97684"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tcPr>
          <w:p w14:paraId="0E0E5A5C" w14:textId="73E4716B" w:rsidR="004F25DD" w:rsidRPr="004F25DD" w:rsidRDefault="004F25DD" w:rsidP="004F25DD">
            <w:pPr>
              <w:spacing w:before="0"/>
              <w:jc w:val="center"/>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57AD3018" w14:textId="5094B4AF"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2A1AFD29" w14:textId="333D4534"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686ECBB5" w14:textId="035371B1"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7D89D955" w14:textId="23C979D4"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2C639860" w14:textId="2D25F234" w:rsidR="004F25DD" w:rsidRPr="004F25DD" w:rsidRDefault="004F25DD" w:rsidP="004F25DD">
            <w:pPr>
              <w:spacing w:before="0"/>
              <w:rPr>
                <w:rFonts w:ascii="Calibri" w:eastAsia="Times New Roman" w:hAnsi="Calibri" w:cs="Calibri"/>
                <w:color w:val="000000"/>
                <w:sz w:val="22"/>
                <w:szCs w:val="22"/>
              </w:rPr>
            </w:pPr>
          </w:p>
        </w:tc>
      </w:tr>
      <w:tr w:rsidR="004F25DD" w:rsidRPr="004F25DD" w14:paraId="79C92F4F" w14:textId="77777777" w:rsidTr="004971F6">
        <w:trPr>
          <w:trHeight w:val="456"/>
        </w:trPr>
        <w:tc>
          <w:tcPr>
            <w:tcW w:w="820" w:type="dxa"/>
            <w:tcBorders>
              <w:top w:val="nil"/>
              <w:left w:val="single" w:sz="4" w:space="0" w:color="auto"/>
              <w:bottom w:val="single" w:sz="4" w:space="0" w:color="auto"/>
              <w:right w:val="single" w:sz="4" w:space="0" w:color="auto"/>
            </w:tcBorders>
            <w:shd w:val="clear" w:color="auto" w:fill="auto"/>
            <w:noWrap/>
            <w:vAlign w:val="center"/>
          </w:tcPr>
          <w:p w14:paraId="48A45F0C" w14:textId="370353DA" w:rsidR="004F25DD" w:rsidRPr="004F25DD" w:rsidRDefault="004F25DD" w:rsidP="004F25DD">
            <w:pPr>
              <w:spacing w:before="0"/>
              <w:jc w:val="center"/>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64DF38EE" w14:textId="6A40121A"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6298000A" w14:textId="066EF881"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7C4669F4" w14:textId="73791030"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345BAC2E" w14:textId="34747A00" w:rsidR="004F25DD" w:rsidRPr="004F25DD" w:rsidRDefault="004F25DD" w:rsidP="004F25DD">
            <w:pPr>
              <w:spacing w:before="0"/>
              <w:rPr>
                <w:rFonts w:ascii="Calibri" w:eastAsia="Times New Roman"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tcPr>
          <w:p w14:paraId="3BE921F9" w14:textId="1DDFF987" w:rsidR="004F25DD" w:rsidRPr="004F25DD" w:rsidRDefault="004F25DD" w:rsidP="004F25DD">
            <w:pPr>
              <w:spacing w:before="0"/>
              <w:rPr>
                <w:rFonts w:ascii="Calibri" w:eastAsia="Times New Roman" w:hAnsi="Calibri" w:cs="Calibri"/>
                <w:color w:val="000000"/>
                <w:sz w:val="22"/>
                <w:szCs w:val="22"/>
              </w:rPr>
            </w:pPr>
          </w:p>
        </w:tc>
      </w:tr>
    </w:tbl>
    <w:p w14:paraId="06D3C1C1" w14:textId="022976B7" w:rsidR="00C44890" w:rsidRDefault="00C44890" w:rsidP="00C44890">
      <w:pPr>
        <w:rPr>
          <w:lang w:val="en-GB"/>
        </w:rPr>
      </w:pPr>
    </w:p>
    <w:p w14:paraId="0BBBF023" w14:textId="511DA879" w:rsidR="00A248C8" w:rsidRDefault="00A248C8" w:rsidP="00C44890">
      <w:pPr>
        <w:rPr>
          <w:lang w:val="en-GB"/>
        </w:rPr>
      </w:pPr>
      <w:r>
        <w:rPr>
          <w:lang w:val="en-GB"/>
        </w:rPr>
        <w:t>BUT EITHER YOU CAN CREATE YOUR OWN TIME-DELIVERY SCHEDULE FOR THIS TRIP AS STATED IN THE DELIVERY TIME; ANNEX1,2 &amp; 3 WILL CLEARLY DEMONSTRATED OF MATERIALS TO BE LOADED IN A TRIP:</w:t>
      </w:r>
    </w:p>
    <w:p w14:paraId="79D4FE66" w14:textId="43965E3C" w:rsidR="00A248C8" w:rsidRDefault="00A248C8" w:rsidP="00C44890">
      <w:pPr>
        <w:rPr>
          <w:lang w:val="en-GB"/>
        </w:rPr>
      </w:pPr>
    </w:p>
    <w:p w14:paraId="7AAA06EC" w14:textId="77777777" w:rsidR="00A248C8" w:rsidRPr="00742463" w:rsidRDefault="00A248C8" w:rsidP="00C44890">
      <w:pPr>
        <w:rPr>
          <w:lang w:val="en-GB"/>
        </w:rPr>
      </w:pPr>
    </w:p>
    <w:sectPr w:rsidR="00A248C8"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8AB82" w14:textId="77777777" w:rsidR="0070565E" w:rsidRDefault="0070565E">
      <w:r>
        <w:separator/>
      </w:r>
    </w:p>
  </w:endnote>
  <w:endnote w:type="continuationSeparator" w:id="0">
    <w:p w14:paraId="4E388F3E" w14:textId="77777777" w:rsidR="0070565E" w:rsidRDefault="0070565E">
      <w:r>
        <w:continuationSeparator/>
      </w:r>
    </w:p>
  </w:endnote>
  <w:endnote w:type="continuationNotice" w:id="1">
    <w:p w14:paraId="16B8B0A2" w14:textId="77777777" w:rsidR="0070565E" w:rsidRDefault="00705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405BF010"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248C8" w:rsidRPr="00A248C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248C8" w:rsidRPr="00A248C8">
      <w:rPr>
        <w:noProof/>
        <w:color w:val="17365D" w:themeColor="text2" w:themeShade="BF"/>
        <w:lang w:val="sv-SE"/>
      </w:rPr>
      <w:t>3</w:t>
    </w:r>
    <w:r>
      <w:rPr>
        <w:color w:val="17365D" w:themeColor="text2" w:themeShade="BF"/>
      </w:rPr>
      <w:fldChar w:fldCharType="end"/>
    </w:r>
  </w:p>
  <w:p w14:paraId="213B5D63" w14:textId="6BD87DF6" w:rsidR="00133D55" w:rsidRDefault="00133D55" w:rsidP="004878F3">
    <w:pPr>
      <w:pStyle w:val="Footer"/>
    </w:pPr>
    <w:r>
      <w:fldChar w:fldCharType="begin"/>
    </w:r>
    <w:r>
      <w:instrText xml:space="preserve"> DATE \@ "yyyy-MM-dd" </w:instrText>
    </w:r>
    <w:r>
      <w:fldChar w:fldCharType="separate"/>
    </w:r>
    <w:r w:rsidR="003658AD">
      <w:rPr>
        <w:noProof/>
      </w:rPr>
      <w:t>2025-06-11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0CD15" w14:textId="77777777" w:rsidR="0070565E" w:rsidRDefault="0070565E">
      <w:r>
        <w:separator/>
      </w:r>
    </w:p>
  </w:footnote>
  <w:footnote w:type="continuationSeparator" w:id="0">
    <w:p w14:paraId="5E2C2F4C" w14:textId="77777777" w:rsidR="0070565E" w:rsidRDefault="0070565E">
      <w:r>
        <w:continuationSeparator/>
      </w:r>
    </w:p>
  </w:footnote>
  <w:footnote w:type="continuationNotice" w:id="1">
    <w:p w14:paraId="2BCB840C" w14:textId="77777777" w:rsidR="0070565E" w:rsidRDefault="007056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33C23274"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6734795">
    <w:abstractNumId w:val="1"/>
  </w:num>
  <w:num w:numId="2" w16cid:durableId="1558541766">
    <w:abstractNumId w:val="13"/>
  </w:num>
  <w:num w:numId="3" w16cid:durableId="631978674">
    <w:abstractNumId w:val="14"/>
  </w:num>
  <w:num w:numId="4" w16cid:durableId="549536435">
    <w:abstractNumId w:val="5"/>
  </w:num>
  <w:num w:numId="5" w16cid:durableId="1783526849">
    <w:abstractNumId w:val="4"/>
  </w:num>
  <w:num w:numId="6" w16cid:durableId="524713167">
    <w:abstractNumId w:val="9"/>
  </w:num>
  <w:num w:numId="7" w16cid:durableId="1191140309">
    <w:abstractNumId w:val="6"/>
  </w:num>
  <w:num w:numId="8" w16cid:durableId="1941377397">
    <w:abstractNumId w:val="11"/>
  </w:num>
  <w:num w:numId="9" w16cid:durableId="392047433">
    <w:abstractNumId w:val="0"/>
  </w:num>
  <w:num w:numId="10" w16cid:durableId="987398086">
    <w:abstractNumId w:val="10"/>
  </w:num>
  <w:num w:numId="11" w16cid:durableId="369039203">
    <w:abstractNumId w:val="2"/>
  </w:num>
  <w:num w:numId="12" w16cid:durableId="1480725638">
    <w:abstractNumId w:val="8"/>
  </w:num>
  <w:num w:numId="13" w16cid:durableId="497308155">
    <w:abstractNumId w:val="12"/>
  </w:num>
  <w:num w:numId="14" w16cid:durableId="828133836">
    <w:abstractNumId w:val="3"/>
  </w:num>
  <w:num w:numId="15" w16cid:durableId="39265873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976D2"/>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472D"/>
    <w:rsid w:val="00305F0E"/>
    <w:rsid w:val="00307615"/>
    <w:rsid w:val="0031068E"/>
    <w:rsid w:val="00310CBF"/>
    <w:rsid w:val="003112BE"/>
    <w:rsid w:val="003127E1"/>
    <w:rsid w:val="003129E9"/>
    <w:rsid w:val="00312C1C"/>
    <w:rsid w:val="00314090"/>
    <w:rsid w:val="00314273"/>
    <w:rsid w:val="00314428"/>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58AD"/>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1F6"/>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5DD"/>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4E5"/>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4E12"/>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565E"/>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48C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31C"/>
    <w:rsid w:val="00AA78A5"/>
    <w:rsid w:val="00AB023E"/>
    <w:rsid w:val="00AB175B"/>
    <w:rsid w:val="00AB2D4E"/>
    <w:rsid w:val="00AB3980"/>
    <w:rsid w:val="00AB3D56"/>
    <w:rsid w:val="00AB5ECE"/>
    <w:rsid w:val="00AB6DCA"/>
    <w:rsid w:val="00AB79B1"/>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0216"/>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3A0"/>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66A"/>
    <w:rsid w:val="00E16D4D"/>
    <w:rsid w:val="00E16F3C"/>
    <w:rsid w:val="00E20080"/>
    <w:rsid w:val="00E20611"/>
    <w:rsid w:val="00E213E1"/>
    <w:rsid w:val="00E2200E"/>
    <w:rsid w:val="00E22082"/>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D7874"/>
    <w:rsid w:val="00EE1027"/>
    <w:rsid w:val="00EE3C06"/>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B46"/>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271622248">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393388706">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3F26C8-06E6-4B62-92FB-F8291FF77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46</TotalTime>
  <Pages>3</Pages>
  <Words>359</Words>
  <Characters>2050</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2405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2020-07-06T12:40:00Z</dcterms:created>
  <dcterms:modified xsi:type="dcterms:W3CDTF">2025-06-10T21:43:00Z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